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0FE747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1C2F5D">
        <w:rPr>
          <w:b/>
          <w:color w:val="FF5200" w:themeColor="accent2"/>
          <w:sz w:val="36"/>
          <w:szCs w:val="36"/>
        </w:rPr>
        <w:t>list nabídky</w:t>
      </w:r>
      <w:r w:rsidR="0031280B" w:rsidRPr="001C2F5D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C2F5D" w:rsidRPr="001C2F5D">
        <w:rPr>
          <w:b/>
          <w:color w:val="FF5200" w:themeColor="accent2"/>
          <w:sz w:val="36"/>
          <w:szCs w:val="36"/>
        </w:rPr>
        <w:t xml:space="preserve">Subskripce produktů </w:t>
      </w:r>
      <w:proofErr w:type="spellStart"/>
      <w:r w:rsidR="001C2F5D" w:rsidRPr="001C2F5D">
        <w:rPr>
          <w:b/>
          <w:color w:val="FF5200" w:themeColor="accent2"/>
          <w:sz w:val="36"/>
          <w:szCs w:val="36"/>
        </w:rPr>
        <w:t>AutoDesk</w:t>
      </w:r>
      <w:proofErr w:type="spellEnd"/>
      <w:r w:rsidR="001C2F5D" w:rsidRPr="001C2F5D">
        <w:rPr>
          <w:b/>
          <w:color w:val="FF5200" w:themeColor="accent2"/>
          <w:sz w:val="36"/>
          <w:szCs w:val="36"/>
        </w:rPr>
        <w:t xml:space="preserve"> 2025/2026</w:t>
      </w:r>
      <w:r w:rsidR="0031280B" w:rsidRPr="001C2F5D">
        <w:rPr>
          <w:b/>
          <w:color w:val="FF5200" w:themeColor="accent2"/>
          <w:sz w:val="36"/>
          <w:szCs w:val="36"/>
        </w:rPr>
        <w:t>“</w:t>
      </w:r>
      <w:r w:rsidR="000128D4" w:rsidRPr="001C2F5D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C2F5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110B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34921</w:t>
      </w:r>
      <w:r w:rsidR="001C2F5D" w:rsidRPr="001C2F5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CB620C1" w14:textId="4C65602A" w:rsidR="00FE10F0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8821732" w:history="1">
            <w:r w:rsidR="00FE10F0" w:rsidRPr="00C224CB">
              <w:rPr>
                <w:rStyle w:val="Hypertextovodkaz"/>
                <w:noProof/>
              </w:rPr>
              <w:t>Kapitola 1.</w:t>
            </w:r>
            <w:r w:rsidR="00FE10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E10F0" w:rsidRPr="00C224CB">
              <w:rPr>
                <w:rStyle w:val="Hypertextovodkaz"/>
                <w:noProof/>
              </w:rPr>
              <w:t>Základní údaje k nabídce</w:t>
            </w:r>
            <w:r w:rsidR="00FE10F0">
              <w:rPr>
                <w:noProof/>
                <w:webHidden/>
              </w:rPr>
              <w:tab/>
            </w:r>
            <w:r w:rsidR="00FE10F0">
              <w:rPr>
                <w:noProof/>
                <w:webHidden/>
              </w:rPr>
              <w:fldChar w:fldCharType="begin"/>
            </w:r>
            <w:r w:rsidR="00FE10F0">
              <w:rPr>
                <w:noProof/>
                <w:webHidden/>
              </w:rPr>
              <w:instrText xml:space="preserve"> PAGEREF _Toc198821732 \h </w:instrText>
            </w:r>
            <w:r w:rsidR="00FE10F0">
              <w:rPr>
                <w:noProof/>
                <w:webHidden/>
              </w:rPr>
            </w:r>
            <w:r w:rsidR="00FE10F0">
              <w:rPr>
                <w:noProof/>
                <w:webHidden/>
              </w:rPr>
              <w:fldChar w:fldCharType="separate"/>
            </w:r>
            <w:r w:rsidR="00FE10F0">
              <w:rPr>
                <w:noProof/>
                <w:webHidden/>
              </w:rPr>
              <w:t>2</w:t>
            </w:r>
            <w:r w:rsidR="00FE10F0">
              <w:rPr>
                <w:noProof/>
                <w:webHidden/>
              </w:rPr>
              <w:fldChar w:fldCharType="end"/>
            </w:r>
          </w:hyperlink>
        </w:p>
        <w:p w14:paraId="62136294" w14:textId="33BCE43A" w:rsidR="00FE10F0" w:rsidRDefault="00FE10F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21733" w:history="1">
            <w:r w:rsidRPr="00C224C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224CB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_Toc198821733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9B922" w14:textId="56C49A6E" w:rsidR="00FE10F0" w:rsidRDefault="00FE10F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21734" w:history="1">
            <w:r w:rsidRPr="00C224C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224C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_Toc198821734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02060" w14:textId="1CFBC259" w:rsidR="00FE10F0" w:rsidRDefault="00FE10F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21735" w:history="1">
            <w:r w:rsidRPr="00C224C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224C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_Toc198821735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E6C03E" w14:textId="748CCAB9" w:rsidR="00FE10F0" w:rsidRDefault="00FE10F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21736" w:history="1">
            <w:r w:rsidRPr="00C224C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224C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_Toc198821736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69DB4B" w14:textId="1A44B2F8" w:rsidR="00FE10F0" w:rsidRDefault="00FE10F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821737" w:history="1">
            <w:r w:rsidRPr="00C224CB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224CB">
              <w:rPr>
                <w:rStyle w:val="Hypertextovodkaz"/>
                <w:noProof/>
              </w:rPr>
              <w:t>Čestné</w:t>
            </w:r>
            <w:r w:rsidRPr="00C224C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_Toc198821737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E0EC51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882173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46ED0E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1C2F5D">
        <w:t>k podání nabíd</w:t>
      </w:r>
      <w:r w:rsidR="004C76E9" w:rsidRPr="001C2F5D">
        <w:t>ky</w:t>
      </w:r>
      <w:r w:rsidRPr="001C2F5D">
        <w:t xml:space="preserve"> na veřejnou zakázku zadávanou</w:t>
      </w:r>
      <w:r w:rsidR="004C76E9" w:rsidRPr="001C2F5D">
        <w:t xml:space="preserve"> jako </w:t>
      </w:r>
      <w:r w:rsidR="000128D4" w:rsidRPr="001C2F5D">
        <w:rPr>
          <w:rFonts w:eastAsia="Times New Roman" w:cs="Times New Roman"/>
          <w:lang w:eastAsia="cs-CZ"/>
        </w:rPr>
        <w:t>podlimitní sektorovou veřejnou zakázku</w:t>
      </w:r>
      <w:r w:rsidRPr="001C2F5D">
        <w:t>, jsou pravdivé</w:t>
      </w:r>
      <w:r w:rsidR="009771C9" w:rsidRPr="001C2F5D">
        <w:t>, úplné a odpovídají skutečnosti</w:t>
      </w:r>
      <w:r w:rsidRPr="001C2F5D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E10F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E10F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8821733"/>
      <w:r>
        <w:lastRenderedPageBreak/>
        <w:t>Ceník</w:t>
      </w:r>
      <w:bookmarkEnd w:id="1"/>
    </w:p>
    <w:p w14:paraId="3E5E9B0F" w14:textId="7E13CBA1" w:rsidR="007E5951" w:rsidRPr="002072A0" w:rsidRDefault="002072A0" w:rsidP="007E5951">
      <w:pPr>
        <w:rPr>
          <w:rStyle w:val="Siln"/>
          <w:b w:val="0"/>
          <w:bCs w:val="0"/>
        </w:rPr>
      </w:pPr>
      <w:r w:rsidRPr="001C2F5D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C2F5D">
        <w:rPr>
          <w:rStyle w:val="Siln"/>
          <w:b w:val="0"/>
          <w:bCs w:val="0"/>
        </w:rPr>
        <w:t>2</w:t>
      </w:r>
      <w:r w:rsidRPr="001C2F5D">
        <w:rPr>
          <w:rStyle w:val="Siln"/>
          <w:b w:val="0"/>
          <w:bCs w:val="0"/>
        </w:rPr>
        <w:t xml:space="preserve"> </w:t>
      </w:r>
      <w:r w:rsidRPr="001C2F5D">
        <w:rPr>
          <w:rStyle w:val="Siln"/>
          <w:b w:val="0"/>
          <w:bCs w:val="0"/>
          <w:i/>
          <w:iCs/>
        </w:rPr>
        <w:t>Závazného vzoru smlouvy</w:t>
      </w:r>
      <w:r w:rsidR="003110B6">
        <w:rPr>
          <w:rStyle w:val="Siln"/>
          <w:b w:val="0"/>
          <w:bCs w:val="0"/>
          <w:i/>
          <w:iCs/>
        </w:rPr>
        <w:t>, který je přílohou č. 3</w:t>
      </w:r>
      <w:r w:rsidRPr="001C2F5D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882173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882173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882173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882173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987ECD9" w14:textId="77777777" w:rsidR="00E85D44" w:rsidRDefault="00E85D44" w:rsidP="000B5E1C"/>
    <w:p w14:paraId="546B76D6" w14:textId="77777777" w:rsidR="00FE10F0" w:rsidRDefault="00FE10F0" w:rsidP="000B5E1C"/>
    <w:p w14:paraId="4CC03737" w14:textId="77777777" w:rsidR="00FE10F0" w:rsidRDefault="00FE10F0" w:rsidP="000B5E1C"/>
    <w:p w14:paraId="4980800B" w14:textId="77777777" w:rsidR="00FE10F0" w:rsidRDefault="00FE10F0" w:rsidP="000B5E1C"/>
    <w:p w14:paraId="2D3EE8EE" w14:textId="77777777" w:rsidR="00FE10F0" w:rsidRDefault="00FE10F0" w:rsidP="000B5E1C"/>
    <w:p w14:paraId="3C16D903" w14:textId="77777777" w:rsidR="00FE10F0" w:rsidRDefault="00FE10F0" w:rsidP="000B5E1C"/>
    <w:p w14:paraId="59BD8CCA" w14:textId="77777777" w:rsidR="00FE10F0" w:rsidRDefault="00FE10F0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F45FA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6466E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57B50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66DF79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3C1AC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F89B3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657B8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C2F5D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10B6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3792C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1614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2F5D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22173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E10F0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1148</Words>
  <Characters>6776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5</cp:revision>
  <cp:lastPrinted>2023-10-05T09:40:00Z</cp:lastPrinted>
  <dcterms:created xsi:type="dcterms:W3CDTF">2025-04-22T12:07:00Z</dcterms:created>
  <dcterms:modified xsi:type="dcterms:W3CDTF">2025-05-22T13:55:00Z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